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2EE" w:rsidRPr="00CC42EE" w:rsidRDefault="00CC42EE" w:rsidP="00CC42E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C42EE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CC42EE" w:rsidRDefault="00CC42EE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CB647F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6D641E">
        <w:rPr>
          <w:rFonts w:ascii="Tahoma" w:hAnsi="Tahoma" w:cs="Tahoma"/>
          <w:sz w:val="24"/>
          <w:szCs w:val="24"/>
        </w:rPr>
        <w:t>8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6D641E">
        <w:rPr>
          <w:rFonts w:ascii="Tahoma" w:hAnsi="Tahoma" w:cs="Tahoma"/>
          <w:sz w:val="24"/>
          <w:szCs w:val="24"/>
        </w:rPr>
        <w:t>04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661595">
        <w:rPr>
          <w:rFonts w:ascii="Tahoma" w:hAnsi="Tahoma"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661595">
        <w:rPr>
          <w:rFonts w:ascii="Tahoma" w:hAnsi="Tahoma" w:cs="Tahoma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12A6D" w:rsidRPr="005E0400" w:rsidRDefault="00612A6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24550" w:rsidRPr="00814204" w:rsidRDefault="00814204" w:rsidP="00EF6D59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814204">
        <w:rPr>
          <w:rFonts w:ascii="Tahoma" w:hAnsi="Tahoma" w:cs="Tahoma"/>
          <w:b/>
          <w:u w:val="single"/>
        </w:rPr>
        <w:t>Smlouva o nájmu movitých věcí</w:t>
      </w:r>
      <w:r>
        <w:rPr>
          <w:rFonts w:ascii="Tahoma" w:hAnsi="Tahoma" w:cs="Tahoma"/>
          <w:b/>
          <w:u w:val="single"/>
        </w:rPr>
        <w:t xml:space="preserve"> </w:t>
      </w:r>
      <w:r w:rsidRPr="00814204">
        <w:rPr>
          <w:rFonts w:ascii="Tahoma" w:hAnsi="Tahoma" w:cs="Tahoma"/>
          <w:b/>
          <w:u w:val="single"/>
        </w:rPr>
        <w:t xml:space="preserve">uzavřená dle </w:t>
      </w:r>
      <w:proofErr w:type="spellStart"/>
      <w:r w:rsidRPr="00814204">
        <w:rPr>
          <w:rFonts w:ascii="Tahoma" w:hAnsi="Tahoma" w:cs="Tahoma"/>
          <w:b/>
          <w:u w:val="single"/>
        </w:rPr>
        <w:t>ust</w:t>
      </w:r>
      <w:proofErr w:type="spellEnd"/>
      <w:r w:rsidRPr="00814204">
        <w:rPr>
          <w:rFonts w:ascii="Tahoma" w:hAnsi="Tahoma" w:cs="Tahoma"/>
          <w:b/>
          <w:u w:val="single"/>
        </w:rPr>
        <w:t>. § 2201 a násl. OZ</w:t>
      </w:r>
      <w:r>
        <w:rPr>
          <w:rFonts w:ascii="Tahoma" w:hAnsi="Tahoma" w:cs="Tahoma"/>
          <w:b/>
          <w:u w:val="single"/>
        </w:rPr>
        <w:t xml:space="preserve">  - výpočetní technik</w:t>
      </w:r>
      <w:r w:rsidR="000A38EC">
        <w:rPr>
          <w:rFonts w:ascii="Tahoma" w:hAnsi="Tahoma" w:cs="Tahoma"/>
          <w:b/>
          <w:u w:val="single"/>
        </w:rPr>
        <w:t>a</w:t>
      </w:r>
      <w:r>
        <w:rPr>
          <w:rFonts w:ascii="Tahoma" w:hAnsi="Tahoma" w:cs="Tahoma"/>
          <w:b/>
          <w:u w:val="single"/>
        </w:rPr>
        <w:t xml:space="preserve"> na zajištění okrskových komisí pro volby do PS Parlamentu ČR</w:t>
      </w:r>
    </w:p>
    <w:p w:rsidR="0079003A" w:rsidRDefault="0079003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9003A" w:rsidRDefault="0079003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9003A" w:rsidRDefault="0079003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9003A" w:rsidRDefault="0079003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9003A" w:rsidRDefault="0079003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9003A" w:rsidRDefault="0079003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9003A" w:rsidRPr="005E0400" w:rsidRDefault="0079003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814204">
        <w:rPr>
          <w:rFonts w:ascii="Tahoma" w:hAnsi="Tahoma" w:cs="Tahoma"/>
          <w:sz w:val="20"/>
          <w:szCs w:val="20"/>
        </w:rPr>
        <w:t>1.</w:t>
      </w:r>
      <w:r w:rsidR="002E261F">
        <w:rPr>
          <w:rFonts w:ascii="Tahoma" w:hAnsi="Tahoma" w:cs="Tahoma"/>
          <w:sz w:val="20"/>
          <w:szCs w:val="20"/>
        </w:rPr>
        <w:t xml:space="preserve"> </w:t>
      </w:r>
      <w:r w:rsidR="00814204">
        <w:rPr>
          <w:rFonts w:ascii="Tahoma" w:hAnsi="Tahoma" w:cs="Tahoma"/>
          <w:sz w:val="20"/>
          <w:szCs w:val="20"/>
        </w:rPr>
        <w:t>září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</w:t>
      </w:r>
      <w:r w:rsidR="00661595">
        <w:rPr>
          <w:rFonts w:ascii="Tahoma" w:hAnsi="Tahoma" w:cs="Tahoma"/>
          <w:sz w:val="20"/>
          <w:szCs w:val="20"/>
        </w:rPr>
        <w:t>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610EE1" w:rsidRDefault="0066159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FF6E34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661595">
        <w:rPr>
          <w:rFonts w:ascii="Tahoma" w:hAnsi="Tahoma" w:cs="Tahoma"/>
          <w:sz w:val="20"/>
          <w:szCs w:val="20"/>
        </w:rPr>
        <w:t>odboru</w:t>
      </w:r>
    </w:p>
    <w:p w:rsidR="00814204" w:rsidRDefault="0081420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814204" w:rsidRPr="00814204" w:rsidRDefault="00814204" w:rsidP="00814204">
      <w:pPr>
        <w:pStyle w:val="Odstavecseseznamem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814204">
        <w:rPr>
          <w:rFonts w:ascii="Tahoma" w:hAnsi="Tahoma" w:cs="Tahoma"/>
          <w:b/>
          <w:u w:val="single"/>
        </w:rPr>
        <w:lastRenderedPageBreak/>
        <w:t>Smlouva o nájmu movitých věcí</w:t>
      </w:r>
      <w:r>
        <w:rPr>
          <w:rFonts w:ascii="Tahoma" w:hAnsi="Tahoma" w:cs="Tahoma"/>
          <w:b/>
          <w:u w:val="single"/>
        </w:rPr>
        <w:t xml:space="preserve"> </w:t>
      </w:r>
      <w:r w:rsidRPr="00814204">
        <w:rPr>
          <w:rFonts w:ascii="Tahoma" w:hAnsi="Tahoma" w:cs="Tahoma"/>
          <w:b/>
          <w:u w:val="single"/>
        </w:rPr>
        <w:t xml:space="preserve">uzavřená dle </w:t>
      </w:r>
      <w:proofErr w:type="spellStart"/>
      <w:r w:rsidRPr="00814204">
        <w:rPr>
          <w:rFonts w:ascii="Tahoma" w:hAnsi="Tahoma" w:cs="Tahoma"/>
          <w:b/>
          <w:u w:val="single"/>
        </w:rPr>
        <w:t>ust</w:t>
      </w:r>
      <w:proofErr w:type="spellEnd"/>
      <w:r w:rsidRPr="00814204">
        <w:rPr>
          <w:rFonts w:ascii="Tahoma" w:hAnsi="Tahoma" w:cs="Tahoma"/>
          <w:b/>
          <w:u w:val="single"/>
        </w:rPr>
        <w:t>. § 2201 a násl. OZ</w:t>
      </w:r>
      <w:r>
        <w:rPr>
          <w:rFonts w:ascii="Tahoma" w:hAnsi="Tahoma" w:cs="Tahoma"/>
          <w:b/>
          <w:u w:val="single"/>
        </w:rPr>
        <w:t xml:space="preserve">  - výpočetní technika na zajištění okrskových komisí pro volby do PS Parlamentu ČR</w:t>
      </w:r>
    </w:p>
    <w:p w:rsidR="00610EE1" w:rsidRDefault="00610EE1" w:rsidP="00610EE1">
      <w:pPr>
        <w:rPr>
          <w:rFonts w:ascii="Tahoma" w:hAnsi="Tahoma" w:cs="Tahoma"/>
          <w:b/>
          <w:bCs/>
          <w:sz w:val="20"/>
          <w:szCs w:val="20"/>
        </w:rPr>
      </w:pPr>
    </w:p>
    <w:p w:rsidR="00610EE1" w:rsidRPr="00AB143E" w:rsidRDefault="00610EE1" w:rsidP="00610EE1">
      <w:pPr>
        <w:pStyle w:val="Bezmezer"/>
        <w:rPr>
          <w:rFonts w:ascii="Tahoma" w:hAnsi="Tahoma" w:cs="Tahoma"/>
          <w:b/>
          <w:sz w:val="20"/>
          <w:szCs w:val="20"/>
        </w:rPr>
      </w:pPr>
      <w:r w:rsidRPr="00AB143E">
        <w:rPr>
          <w:rFonts w:ascii="Tahoma" w:hAnsi="Tahoma" w:cs="Tahoma"/>
          <w:b/>
          <w:sz w:val="20"/>
          <w:szCs w:val="20"/>
        </w:rPr>
        <w:t xml:space="preserve">Návrh usnesení: </w:t>
      </w:r>
    </w:p>
    <w:p w:rsidR="00610EE1" w:rsidRDefault="00610EE1" w:rsidP="00610EE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RM po projednání </w:t>
      </w:r>
    </w:p>
    <w:p w:rsidR="00610EE1" w:rsidRPr="008360E6" w:rsidRDefault="00610EE1" w:rsidP="00610EE1">
      <w:pPr>
        <w:rPr>
          <w:rFonts w:ascii="Tahoma" w:hAnsi="Tahoma" w:cs="Tahoma"/>
          <w:sz w:val="20"/>
          <w:szCs w:val="20"/>
        </w:rPr>
      </w:pPr>
    </w:p>
    <w:p w:rsidR="00610EE1" w:rsidRDefault="00610EE1" w:rsidP="00610EE1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Souhlasí</w:t>
      </w:r>
    </w:p>
    <w:p w:rsidR="002E261F" w:rsidRDefault="00610EE1" w:rsidP="00610EE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uzavřením </w:t>
      </w:r>
      <w:r w:rsidR="00837464">
        <w:rPr>
          <w:rFonts w:ascii="Tahoma" w:hAnsi="Tahoma" w:cs="Tahoma"/>
          <w:sz w:val="20"/>
          <w:szCs w:val="20"/>
        </w:rPr>
        <w:t>s</w:t>
      </w:r>
      <w:r w:rsidR="00837464" w:rsidRPr="00837464">
        <w:rPr>
          <w:rFonts w:ascii="Tahoma" w:hAnsi="Tahoma" w:cs="Tahoma"/>
          <w:sz w:val="20"/>
          <w:szCs w:val="20"/>
        </w:rPr>
        <w:t>mlouv</w:t>
      </w:r>
      <w:r w:rsidR="00837464">
        <w:rPr>
          <w:rFonts w:ascii="Tahoma" w:hAnsi="Tahoma" w:cs="Tahoma"/>
          <w:sz w:val="20"/>
          <w:szCs w:val="20"/>
        </w:rPr>
        <w:t>y</w:t>
      </w:r>
      <w:r w:rsidR="00837464" w:rsidRPr="00837464">
        <w:rPr>
          <w:rFonts w:ascii="Tahoma" w:hAnsi="Tahoma" w:cs="Tahoma"/>
          <w:sz w:val="20"/>
          <w:szCs w:val="20"/>
        </w:rPr>
        <w:t xml:space="preserve"> o nájmu movitých věcí uzavřen</w:t>
      </w:r>
      <w:r w:rsidR="00D13DC6">
        <w:rPr>
          <w:rFonts w:ascii="Tahoma" w:hAnsi="Tahoma" w:cs="Tahoma"/>
          <w:sz w:val="20"/>
          <w:szCs w:val="20"/>
        </w:rPr>
        <w:t>é</w:t>
      </w:r>
      <w:r w:rsidR="00837464" w:rsidRPr="00837464">
        <w:rPr>
          <w:rFonts w:ascii="Tahoma" w:hAnsi="Tahoma" w:cs="Tahoma"/>
          <w:sz w:val="20"/>
          <w:szCs w:val="20"/>
        </w:rPr>
        <w:t xml:space="preserve"> dle </w:t>
      </w:r>
      <w:proofErr w:type="spellStart"/>
      <w:r w:rsidR="00837464" w:rsidRPr="00837464">
        <w:rPr>
          <w:rFonts w:ascii="Tahoma" w:hAnsi="Tahoma" w:cs="Tahoma"/>
          <w:sz w:val="20"/>
          <w:szCs w:val="20"/>
        </w:rPr>
        <w:t>ust</w:t>
      </w:r>
      <w:proofErr w:type="spellEnd"/>
      <w:r w:rsidR="00837464" w:rsidRPr="00837464">
        <w:rPr>
          <w:rFonts w:ascii="Tahoma" w:hAnsi="Tahoma" w:cs="Tahoma"/>
          <w:sz w:val="20"/>
          <w:szCs w:val="20"/>
        </w:rPr>
        <w:t>. § 2201 a násl. OZ  - výpočetní technika na zajištění okrskových komisí pro volby do PS Parlamentu ČR</w:t>
      </w:r>
      <w:r w:rsidR="00837464">
        <w:rPr>
          <w:rFonts w:ascii="Tahoma" w:hAnsi="Tahoma" w:cs="Tahoma"/>
          <w:sz w:val="20"/>
          <w:szCs w:val="20"/>
        </w:rPr>
        <w:t xml:space="preserve"> mezi </w:t>
      </w:r>
      <w:r w:rsidR="002E261F">
        <w:rPr>
          <w:rFonts w:ascii="Tahoma" w:hAnsi="Tahoma" w:cs="Tahoma"/>
          <w:sz w:val="20"/>
          <w:szCs w:val="20"/>
        </w:rPr>
        <w:t xml:space="preserve">městem Strakonice, Velké náměstí 2, 386 01 Strakonice a </w:t>
      </w:r>
      <w:r w:rsidR="002E261F" w:rsidRPr="002E261F">
        <w:rPr>
          <w:rFonts w:ascii="Tahoma" w:hAnsi="Tahoma" w:cs="Tahoma"/>
          <w:sz w:val="20"/>
          <w:szCs w:val="20"/>
        </w:rPr>
        <w:t>firmou PENTA CZ s.r.o., se sídlem Kosmetická 450, 38711 Strakonice, IČ:25193546, DIČ: CZ25193546 za cenu 5</w:t>
      </w:r>
      <w:r w:rsidR="002E261F">
        <w:rPr>
          <w:rFonts w:ascii="Tahoma" w:hAnsi="Tahoma" w:cs="Tahoma"/>
          <w:sz w:val="20"/>
          <w:szCs w:val="20"/>
        </w:rPr>
        <w:t>0 336</w:t>
      </w:r>
      <w:r w:rsidR="002E261F" w:rsidRPr="002E261F">
        <w:rPr>
          <w:rFonts w:ascii="Tahoma" w:hAnsi="Tahoma" w:cs="Tahoma"/>
          <w:sz w:val="20"/>
          <w:szCs w:val="20"/>
        </w:rPr>
        <w:t xml:space="preserve"> Kč s DPH.</w:t>
      </w:r>
    </w:p>
    <w:p w:rsidR="00610EE1" w:rsidRDefault="002E261F" w:rsidP="00610EE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:rsidR="00610EE1" w:rsidRDefault="00610EE1" w:rsidP="00610EE1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Pověřuje</w:t>
      </w:r>
    </w:p>
    <w:p w:rsidR="00610EE1" w:rsidRDefault="00610EE1" w:rsidP="00610EE1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města podpisem předmětn</w:t>
      </w:r>
      <w:r w:rsidR="002E261F">
        <w:rPr>
          <w:rFonts w:ascii="Tahoma" w:hAnsi="Tahoma" w:cs="Tahoma"/>
          <w:sz w:val="20"/>
          <w:szCs w:val="20"/>
        </w:rPr>
        <w:t>é</w:t>
      </w:r>
      <w:r>
        <w:rPr>
          <w:rFonts w:ascii="Tahoma" w:hAnsi="Tahoma" w:cs="Tahoma"/>
          <w:sz w:val="20"/>
          <w:szCs w:val="20"/>
        </w:rPr>
        <w:t xml:space="preserve"> sml</w:t>
      </w:r>
      <w:r w:rsidR="00D13DC6"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uv</w:t>
      </w:r>
      <w:r w:rsidR="002E261F">
        <w:rPr>
          <w:rFonts w:ascii="Tahoma" w:hAnsi="Tahoma" w:cs="Tahoma"/>
          <w:sz w:val="20"/>
          <w:szCs w:val="20"/>
        </w:rPr>
        <w:t>y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4E714C" w:rsidRPr="004E714C" w:rsidRDefault="004E714C" w:rsidP="004E714C">
      <w:pPr>
        <w:rPr>
          <w:rFonts w:ascii="Tahoma" w:hAnsi="Tahoma" w:cs="Tahoma"/>
          <w:sz w:val="20"/>
          <w:szCs w:val="20"/>
        </w:rPr>
      </w:pPr>
    </w:p>
    <w:p w:rsidR="00A3046D" w:rsidRDefault="00A3046D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AC26C6" w:rsidRDefault="00AC26C6">
      <w:pPr>
        <w:rPr>
          <w:rFonts w:ascii="Tahoma" w:hAnsi="Tahoma" w:cs="Tahoma"/>
          <w:sz w:val="20"/>
          <w:szCs w:val="20"/>
        </w:rPr>
      </w:pPr>
    </w:p>
    <w:p w:rsidR="00FA11F8" w:rsidRDefault="00FA11F8">
      <w:pPr>
        <w:rPr>
          <w:rFonts w:ascii="Tahoma" w:hAnsi="Tahoma" w:cs="Tahoma"/>
          <w:sz w:val="20"/>
          <w:szCs w:val="20"/>
        </w:rPr>
      </w:pPr>
    </w:p>
    <w:sectPr w:rsidR="00FA11F8" w:rsidSect="00E315E9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ED80C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8CA554F"/>
    <w:multiLevelType w:val="hybridMultilevel"/>
    <w:tmpl w:val="187CBE10"/>
    <w:lvl w:ilvl="0" w:tplc="5ACCAA98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72063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457389"/>
    <w:multiLevelType w:val="hybridMultilevel"/>
    <w:tmpl w:val="250A44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D41FC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19034534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3A74985"/>
    <w:multiLevelType w:val="hybridMultilevel"/>
    <w:tmpl w:val="81AAB5E0"/>
    <w:lvl w:ilvl="0" w:tplc="5ACCAA98">
      <w:start w:val="2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50D"/>
    <w:rsid w:val="00007156"/>
    <w:rsid w:val="00007711"/>
    <w:rsid w:val="00010022"/>
    <w:rsid w:val="00024550"/>
    <w:rsid w:val="00027D34"/>
    <w:rsid w:val="00050C2A"/>
    <w:rsid w:val="00053C5A"/>
    <w:rsid w:val="00076794"/>
    <w:rsid w:val="00077160"/>
    <w:rsid w:val="000905A3"/>
    <w:rsid w:val="00092561"/>
    <w:rsid w:val="00095C23"/>
    <w:rsid w:val="000A38EC"/>
    <w:rsid w:val="000C3A7B"/>
    <w:rsid w:val="000D6D22"/>
    <w:rsid w:val="000E4495"/>
    <w:rsid w:val="000F1F56"/>
    <w:rsid w:val="00110121"/>
    <w:rsid w:val="00144568"/>
    <w:rsid w:val="001664C1"/>
    <w:rsid w:val="00167116"/>
    <w:rsid w:val="00192150"/>
    <w:rsid w:val="001B5661"/>
    <w:rsid w:val="001C2D1A"/>
    <w:rsid w:val="001D5D6E"/>
    <w:rsid w:val="001D75D4"/>
    <w:rsid w:val="001E6E95"/>
    <w:rsid w:val="002110ED"/>
    <w:rsid w:val="00226B99"/>
    <w:rsid w:val="00231105"/>
    <w:rsid w:val="002B22CE"/>
    <w:rsid w:val="002C4EA3"/>
    <w:rsid w:val="002D3CC1"/>
    <w:rsid w:val="002E261F"/>
    <w:rsid w:val="00310D39"/>
    <w:rsid w:val="00313ACC"/>
    <w:rsid w:val="003174B8"/>
    <w:rsid w:val="0033052B"/>
    <w:rsid w:val="00341891"/>
    <w:rsid w:val="00382620"/>
    <w:rsid w:val="0038348E"/>
    <w:rsid w:val="00390423"/>
    <w:rsid w:val="003949D0"/>
    <w:rsid w:val="003C1734"/>
    <w:rsid w:val="003C78C2"/>
    <w:rsid w:val="003D7520"/>
    <w:rsid w:val="003D79A6"/>
    <w:rsid w:val="004123D6"/>
    <w:rsid w:val="004202CE"/>
    <w:rsid w:val="004312F3"/>
    <w:rsid w:val="00441973"/>
    <w:rsid w:val="00454A9C"/>
    <w:rsid w:val="00464C89"/>
    <w:rsid w:val="004817F9"/>
    <w:rsid w:val="00485BD5"/>
    <w:rsid w:val="004B3387"/>
    <w:rsid w:val="004B348F"/>
    <w:rsid w:val="004B743F"/>
    <w:rsid w:val="004D40B9"/>
    <w:rsid w:val="004E5FC1"/>
    <w:rsid w:val="004E714C"/>
    <w:rsid w:val="004F66C2"/>
    <w:rsid w:val="00503E1A"/>
    <w:rsid w:val="0052451A"/>
    <w:rsid w:val="005442BD"/>
    <w:rsid w:val="0055252F"/>
    <w:rsid w:val="0056453B"/>
    <w:rsid w:val="005855F3"/>
    <w:rsid w:val="005946CE"/>
    <w:rsid w:val="005B73DA"/>
    <w:rsid w:val="005E0400"/>
    <w:rsid w:val="005E2D1C"/>
    <w:rsid w:val="005F5908"/>
    <w:rsid w:val="00610678"/>
    <w:rsid w:val="00610EE1"/>
    <w:rsid w:val="00612A6D"/>
    <w:rsid w:val="00634E2A"/>
    <w:rsid w:val="00650098"/>
    <w:rsid w:val="00651F82"/>
    <w:rsid w:val="00661595"/>
    <w:rsid w:val="00664C13"/>
    <w:rsid w:val="00664E33"/>
    <w:rsid w:val="00667789"/>
    <w:rsid w:val="00674C02"/>
    <w:rsid w:val="00675A07"/>
    <w:rsid w:val="00680D43"/>
    <w:rsid w:val="006A5244"/>
    <w:rsid w:val="006B35C6"/>
    <w:rsid w:val="006B7D22"/>
    <w:rsid w:val="006C4EB0"/>
    <w:rsid w:val="006D641E"/>
    <w:rsid w:val="006F090E"/>
    <w:rsid w:val="006F1089"/>
    <w:rsid w:val="006F6DF3"/>
    <w:rsid w:val="006F79B3"/>
    <w:rsid w:val="007179E1"/>
    <w:rsid w:val="0072651C"/>
    <w:rsid w:val="007341D0"/>
    <w:rsid w:val="0073756A"/>
    <w:rsid w:val="007509EF"/>
    <w:rsid w:val="0078050D"/>
    <w:rsid w:val="00785012"/>
    <w:rsid w:val="0079003A"/>
    <w:rsid w:val="007A2A11"/>
    <w:rsid w:val="007B3292"/>
    <w:rsid w:val="007B444A"/>
    <w:rsid w:val="007B650E"/>
    <w:rsid w:val="007C2712"/>
    <w:rsid w:val="007F4A2B"/>
    <w:rsid w:val="00812462"/>
    <w:rsid w:val="00814204"/>
    <w:rsid w:val="008216BC"/>
    <w:rsid w:val="00823DCE"/>
    <w:rsid w:val="00827C8B"/>
    <w:rsid w:val="00837464"/>
    <w:rsid w:val="008378C6"/>
    <w:rsid w:val="0085066D"/>
    <w:rsid w:val="00885E4C"/>
    <w:rsid w:val="00887371"/>
    <w:rsid w:val="00896F55"/>
    <w:rsid w:val="00897AC9"/>
    <w:rsid w:val="008B081B"/>
    <w:rsid w:val="008E2F1A"/>
    <w:rsid w:val="008E4AB8"/>
    <w:rsid w:val="008E6A45"/>
    <w:rsid w:val="00900976"/>
    <w:rsid w:val="00911A1B"/>
    <w:rsid w:val="0093026C"/>
    <w:rsid w:val="0097752D"/>
    <w:rsid w:val="00977825"/>
    <w:rsid w:val="00995DC6"/>
    <w:rsid w:val="009E26DB"/>
    <w:rsid w:val="009E4A4A"/>
    <w:rsid w:val="009E5A15"/>
    <w:rsid w:val="009E6A28"/>
    <w:rsid w:val="009E6E19"/>
    <w:rsid w:val="00A3046D"/>
    <w:rsid w:val="00A31B8E"/>
    <w:rsid w:val="00A432F0"/>
    <w:rsid w:val="00A64F95"/>
    <w:rsid w:val="00A65C16"/>
    <w:rsid w:val="00A65E29"/>
    <w:rsid w:val="00AC26C6"/>
    <w:rsid w:val="00AC2ED1"/>
    <w:rsid w:val="00AD3F03"/>
    <w:rsid w:val="00AE0AED"/>
    <w:rsid w:val="00AE44D2"/>
    <w:rsid w:val="00AF5344"/>
    <w:rsid w:val="00B02239"/>
    <w:rsid w:val="00B21534"/>
    <w:rsid w:val="00B25A42"/>
    <w:rsid w:val="00B27049"/>
    <w:rsid w:val="00B3685F"/>
    <w:rsid w:val="00B62197"/>
    <w:rsid w:val="00BA1AAF"/>
    <w:rsid w:val="00BA406A"/>
    <w:rsid w:val="00BB1CD1"/>
    <w:rsid w:val="00BB383D"/>
    <w:rsid w:val="00BC022E"/>
    <w:rsid w:val="00BC1ADB"/>
    <w:rsid w:val="00BC4E95"/>
    <w:rsid w:val="00BC6234"/>
    <w:rsid w:val="00BD20EF"/>
    <w:rsid w:val="00BD4E90"/>
    <w:rsid w:val="00BF41BD"/>
    <w:rsid w:val="00BF7E67"/>
    <w:rsid w:val="00C1136F"/>
    <w:rsid w:val="00C27D7C"/>
    <w:rsid w:val="00C71014"/>
    <w:rsid w:val="00C74536"/>
    <w:rsid w:val="00CA6784"/>
    <w:rsid w:val="00CB0D7C"/>
    <w:rsid w:val="00CB26E4"/>
    <w:rsid w:val="00CB647F"/>
    <w:rsid w:val="00CC31AB"/>
    <w:rsid w:val="00CC3723"/>
    <w:rsid w:val="00CC388E"/>
    <w:rsid w:val="00CC42EE"/>
    <w:rsid w:val="00CE3941"/>
    <w:rsid w:val="00CF78B8"/>
    <w:rsid w:val="00D031F9"/>
    <w:rsid w:val="00D13DC6"/>
    <w:rsid w:val="00D3245F"/>
    <w:rsid w:val="00D3719E"/>
    <w:rsid w:val="00D631DA"/>
    <w:rsid w:val="00D73809"/>
    <w:rsid w:val="00D85A98"/>
    <w:rsid w:val="00D860D0"/>
    <w:rsid w:val="00DB2AB3"/>
    <w:rsid w:val="00DD437D"/>
    <w:rsid w:val="00DE1456"/>
    <w:rsid w:val="00DE657F"/>
    <w:rsid w:val="00E07ADA"/>
    <w:rsid w:val="00E14923"/>
    <w:rsid w:val="00E315E9"/>
    <w:rsid w:val="00E446D7"/>
    <w:rsid w:val="00E4766A"/>
    <w:rsid w:val="00E57773"/>
    <w:rsid w:val="00E64084"/>
    <w:rsid w:val="00E67649"/>
    <w:rsid w:val="00E80D98"/>
    <w:rsid w:val="00EA2EE5"/>
    <w:rsid w:val="00ED4F19"/>
    <w:rsid w:val="00F43658"/>
    <w:rsid w:val="00F60377"/>
    <w:rsid w:val="00F65CA3"/>
    <w:rsid w:val="00F71921"/>
    <w:rsid w:val="00F77DE0"/>
    <w:rsid w:val="00F87333"/>
    <w:rsid w:val="00FA11F8"/>
    <w:rsid w:val="00FB1C0B"/>
    <w:rsid w:val="00FB2015"/>
    <w:rsid w:val="00FC1F26"/>
    <w:rsid w:val="00FD57E4"/>
    <w:rsid w:val="00FD7EF8"/>
    <w:rsid w:val="00FF041E"/>
    <w:rsid w:val="00FF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0701AA"/>
  <w15:chartTrackingRefBased/>
  <w15:docId w15:val="{42222807-3248-4233-966B-21356B77B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492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661595"/>
    <w:rPr>
      <w:b/>
      <w:bCs/>
    </w:rPr>
  </w:style>
  <w:style w:type="paragraph" w:styleId="Zkladntext">
    <w:name w:val="Body Text"/>
    <w:basedOn w:val="Normln"/>
    <w:link w:val="ZkladntextChar"/>
    <w:semiHidden/>
    <w:rsid w:val="007341D0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7341D0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7341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341D0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97752D"/>
    <w:rPr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97752D"/>
    <w:rPr>
      <w:b/>
      <w:bCs/>
      <w:sz w:val="24"/>
      <w:szCs w:val="26"/>
      <w:u w:val="single"/>
    </w:rPr>
  </w:style>
  <w:style w:type="paragraph" w:styleId="Normlnweb">
    <w:name w:val="Normal (Web)"/>
    <w:basedOn w:val="Normln"/>
    <w:uiPriority w:val="99"/>
    <w:semiHidden/>
    <w:unhideWhenUsed/>
    <w:rsid w:val="00EA2EE5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D6D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D22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610EE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06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628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93813-32C1-4988-9A1E-635D987F2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861</TotalTime>
  <Pages>2</Pages>
  <Words>171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Radmila Brušáková</cp:lastModifiedBy>
  <cp:revision>83</cp:revision>
  <cp:lastPrinted>2021-08-11T11:48:00Z</cp:lastPrinted>
  <dcterms:created xsi:type="dcterms:W3CDTF">2021-07-02T11:50:00Z</dcterms:created>
  <dcterms:modified xsi:type="dcterms:W3CDTF">2021-08-25T14:28:00Z</dcterms:modified>
</cp:coreProperties>
</file>